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A986C4-A339-4F05-9674-B081183B6858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